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FD6222" w:rsidP="00FD6222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Mercer - </w:t>
            </w:r>
            <w:r w:rsidR="00FD579D">
              <w:rPr>
                <w:rFonts w:asciiTheme="majorHAnsi" w:hAnsiTheme="majorHAnsi" w:cs="Times New Roman"/>
                <w:sz w:val="20"/>
              </w:rPr>
              <w:t>Montcalm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FD579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FD579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13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FD579D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21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FD579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13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FD579D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61.9%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69.2%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61.5%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53.8%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61.5%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10"/>
        <w:gridCol w:w="773"/>
        <w:gridCol w:w="773"/>
        <w:gridCol w:w="711"/>
        <w:gridCol w:w="711"/>
        <w:gridCol w:w="711"/>
        <w:gridCol w:w="772"/>
        <w:gridCol w:w="70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396" w:type="pct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96" w:type="pct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E3AB1" w:rsidRPr="006E7165" w:rsidRDefault="00FD579D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FD579D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15.4%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FD579D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84.6%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76.9%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81.8%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81.8%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2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0B6386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76.9%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1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76.9%</w:t>
            </w:r>
          </w:p>
        </w:tc>
        <w:tc>
          <w:tcPr>
            <w:tcW w:w="74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6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0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6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2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93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2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93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2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93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6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6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2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93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61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66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26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93" w:type="pct"/>
            <w:vAlign w:val="center"/>
          </w:tcPr>
          <w:p w:rsidR="00214B57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6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6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26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78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93" w:type="pct"/>
            <w:vAlign w:val="center"/>
          </w:tcPr>
          <w:p w:rsidR="00EF19D8" w:rsidRPr="00B37E4B" w:rsidRDefault="00FD579D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7"/>
        <w:gridCol w:w="1098"/>
        <w:gridCol w:w="807"/>
        <w:gridCol w:w="831"/>
        <w:gridCol w:w="850"/>
        <w:gridCol w:w="1211"/>
        <w:gridCol w:w="1080"/>
        <w:gridCol w:w="1046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76.9%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52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</w:tcPr>
          <w:p w:rsidR="00C549CB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55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</w:tcPr>
          <w:p w:rsidR="00F0440E" w:rsidRPr="00B37E4B" w:rsidRDefault="00FD579D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FD579D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7.7%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FD579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143" w:type="dxa"/>
            <w:noWrap/>
          </w:tcPr>
          <w:p w:rsidR="00B37E4B" w:rsidRPr="00B37E4B" w:rsidRDefault="00FD579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1063" w:type="dxa"/>
            <w:noWrap/>
          </w:tcPr>
          <w:p w:rsidR="00B37E4B" w:rsidRPr="00B37E4B" w:rsidRDefault="00FD579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983" w:type="dxa"/>
            <w:noWrap/>
          </w:tcPr>
          <w:p w:rsidR="00B37E4B" w:rsidRPr="00B37E4B" w:rsidRDefault="00FD579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258" w:type="dxa"/>
          </w:tcPr>
          <w:p w:rsidR="00B37E4B" w:rsidRPr="00B37E4B" w:rsidRDefault="00FD579D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647A48" w:rsidRPr="00B37E4B" w:rsidRDefault="00647A48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544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60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7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44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607" w:type="pct"/>
          </w:tcPr>
          <w:p w:rsidR="006C05CF" w:rsidRPr="006E7165" w:rsidRDefault="00FD579D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7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434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44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07" w:type="pct"/>
          </w:tcPr>
          <w:p w:rsidR="00C549CB" w:rsidRPr="006E7165" w:rsidRDefault="00FD579D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69.2%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E92B3E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E92B3E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AE4F40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AE4F40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549CB" w:rsidRPr="006E7165" w:rsidRDefault="00FD579D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C549CB" w:rsidRPr="006E7165" w:rsidRDefault="00FD579D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0B6" w:rsidRDefault="007B30B6" w:rsidP="0035328A">
      <w:pPr>
        <w:spacing w:after="0" w:line="240" w:lineRule="auto"/>
      </w:pPr>
      <w:r>
        <w:separator/>
      </w:r>
    </w:p>
  </w:endnote>
  <w:endnote w:type="continuationSeparator" w:id="0">
    <w:p w:rsidR="007B30B6" w:rsidRDefault="007B30B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1E5D" w:rsidRDefault="000C1E5D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7A4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C1E5D" w:rsidRDefault="000C1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30B6" w:rsidRDefault="007B30B6" w:rsidP="0035328A">
      <w:pPr>
        <w:spacing w:after="0" w:line="240" w:lineRule="auto"/>
      </w:pPr>
      <w:r>
        <w:separator/>
      </w:r>
    </w:p>
  </w:footnote>
  <w:footnote w:type="continuationSeparator" w:id="0">
    <w:p w:rsidR="007B30B6" w:rsidRDefault="007B30B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E5D" w:rsidRDefault="000C1E5D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E5D" w:rsidRPr="004745DE" w:rsidRDefault="000C1E5D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0C1E5D" w:rsidRPr="004745DE" w:rsidRDefault="000C1E5D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79D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C1E5D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47A48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30B6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16E27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D579D"/>
    <w:rsid w:val="00FD6222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F2F71"/>
  <w15:chartTrackingRefBased/>
  <w15:docId w15:val="{A288C62D-2321-4A23-86F5-597257E4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9556C-482D-4A16-B4BD-5417DB45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1647</Words>
  <Characters>9899</Characters>
  <Application>Microsoft Office Word</Application>
  <DocSecurity>0</DocSecurity>
  <Lines>521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2018-11-01T07:57:00Z</dcterms:created>
  <dcterms:modified xsi:type="dcterms:W3CDTF">2018-11-01T07:57:00Z</dcterms:modified>
</cp:coreProperties>
</file>